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174007AF" w:rsidRDefault="00997F14" w14:paraId="6C21F1F1" w14:textId="50AA72F4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74007AF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74007AF" w:rsidR="00D8678B">
        <w:rPr>
          <w:rFonts w:ascii="Corbel" w:hAnsi="Corbel"/>
          <w:i w:val="1"/>
          <w:iCs w:val="1"/>
        </w:rPr>
        <w:t xml:space="preserve">Załącznik nr </w:t>
      </w:r>
      <w:r w:rsidRPr="174007AF" w:rsidR="006F31E2">
        <w:rPr>
          <w:rFonts w:ascii="Corbel" w:hAnsi="Corbel"/>
          <w:i w:val="1"/>
          <w:iCs w:val="1"/>
        </w:rPr>
        <w:t>1.5</w:t>
      </w:r>
      <w:r w:rsidRPr="174007AF" w:rsidR="00D8678B">
        <w:rPr>
          <w:rFonts w:ascii="Corbel" w:hAnsi="Corbel"/>
          <w:i w:val="1"/>
          <w:iCs w:val="1"/>
        </w:rPr>
        <w:t xml:space="preserve"> do Zarządzenia</w:t>
      </w:r>
      <w:r w:rsidRPr="174007AF" w:rsidR="002A22BF">
        <w:rPr>
          <w:rFonts w:ascii="Corbel" w:hAnsi="Corbel"/>
          <w:i w:val="1"/>
          <w:iCs w:val="1"/>
        </w:rPr>
        <w:t xml:space="preserve"> Rektora </w:t>
      </w:r>
      <w:r w:rsidRPr="174007AF" w:rsidR="002A22BF">
        <w:rPr>
          <w:rFonts w:ascii="Corbel" w:hAnsi="Corbel"/>
          <w:i w:val="1"/>
          <w:iCs w:val="1"/>
        </w:rPr>
        <w:t>UR</w:t>
      </w:r>
      <w:r w:rsidRPr="174007AF" w:rsidR="00CD6897">
        <w:rPr>
          <w:rFonts w:ascii="Corbel" w:hAnsi="Corbel"/>
          <w:i w:val="1"/>
          <w:iCs w:val="1"/>
        </w:rPr>
        <w:t xml:space="preserve"> nr</w:t>
      </w:r>
      <w:r w:rsidRPr="174007AF" w:rsidR="00CD6897">
        <w:rPr>
          <w:rFonts w:ascii="Corbel" w:hAnsi="Corbel"/>
          <w:i w:val="1"/>
          <w:iCs w:val="1"/>
        </w:rPr>
        <w:t xml:space="preserve"> </w:t>
      </w:r>
      <w:r w:rsidRPr="174007AF" w:rsidR="00F17567">
        <w:rPr>
          <w:rFonts w:ascii="Corbel" w:hAnsi="Corbel"/>
          <w:i w:val="1"/>
          <w:iCs w:val="1"/>
        </w:rPr>
        <w:t>12/2019</w:t>
      </w:r>
    </w:p>
    <w:p w:rsidRPr="009C54AE" w:rsidR="0085747A" w:rsidP="009C54AE" w:rsidRDefault="0085747A" w14:paraId="6D4B903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575F2E7D" w:rsidRDefault="0071620A" w14:paraId="06E8EDA5" w14:textId="04FD76D9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575F2E7D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75F2E7D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75F2E7D" w:rsidR="00C44515">
        <w:rPr>
          <w:rFonts w:ascii="Corbel" w:hAnsi="Corbel"/>
          <w:i w:val="1"/>
          <w:iCs w:val="1"/>
          <w:smallCaps w:val="1"/>
          <w:sz w:val="24"/>
          <w:szCs w:val="24"/>
        </w:rPr>
        <w:t>2022/</w:t>
      </w:r>
      <w:r w:rsidRPr="575F2E7D" w:rsidR="12013AC0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575F2E7D" w:rsidR="00C44515">
        <w:rPr>
          <w:rFonts w:ascii="Corbel" w:hAnsi="Corbel"/>
          <w:i w:val="1"/>
          <w:iCs w:val="1"/>
          <w:smallCaps w:val="1"/>
          <w:sz w:val="24"/>
          <w:szCs w:val="24"/>
        </w:rPr>
        <w:t>23-2023/</w:t>
      </w:r>
      <w:r w:rsidRPr="575F2E7D" w:rsidR="22B0396D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575F2E7D" w:rsidR="00C44515">
        <w:rPr>
          <w:rFonts w:ascii="Corbel" w:hAnsi="Corbel"/>
          <w:i w:val="1"/>
          <w:iCs w:val="1"/>
          <w:smallCaps w:val="1"/>
          <w:sz w:val="24"/>
          <w:szCs w:val="24"/>
        </w:rPr>
        <w:t>24</w:t>
      </w:r>
    </w:p>
    <w:p w:rsidR="0085747A" w:rsidP="00EA4832" w:rsidRDefault="00EA4832" w14:paraId="30F18E1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DE3BB5A" w14:textId="27BFA8A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C44515">
        <w:rPr>
          <w:rFonts w:ascii="Corbel" w:hAnsi="Corbel"/>
          <w:sz w:val="20"/>
          <w:szCs w:val="20"/>
        </w:rPr>
        <w:t>202</w:t>
      </w:r>
      <w:r w:rsidR="004C0D7A">
        <w:rPr>
          <w:rFonts w:ascii="Corbel" w:hAnsi="Corbel"/>
          <w:sz w:val="20"/>
          <w:szCs w:val="20"/>
        </w:rPr>
        <w:t>3</w:t>
      </w:r>
      <w:r w:rsidR="00C44515">
        <w:rPr>
          <w:rFonts w:ascii="Corbel" w:hAnsi="Corbel"/>
          <w:sz w:val="20"/>
          <w:szCs w:val="20"/>
        </w:rPr>
        <w:t>/202</w:t>
      </w:r>
      <w:r w:rsidR="004C0D7A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649746B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A81686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74007AF" w14:paraId="547BA87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18DE8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74007AF" w:rsidRDefault="002673CD" w14:paraId="6C24A285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74007AF" w:rsidR="002673CD">
              <w:rPr>
                <w:rFonts w:ascii="Corbel" w:hAnsi="Corbel"/>
                <w:b w:val="1"/>
                <w:bCs w:val="1"/>
                <w:sz w:val="24"/>
                <w:szCs w:val="24"/>
              </w:rPr>
              <w:t>Zagadnienia partycypacji społecznej</w:t>
            </w:r>
          </w:p>
        </w:tc>
      </w:tr>
      <w:tr w:rsidRPr="009C54AE" w:rsidR="0085747A" w:rsidTr="174007AF" w14:paraId="1D8F61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6FA1F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673CD" w14:paraId="649404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A2SO10</w:t>
            </w:r>
          </w:p>
        </w:tc>
      </w:tr>
      <w:tr w:rsidRPr="009C54AE" w:rsidR="0085747A" w:rsidTr="174007AF" w14:paraId="29A3AE09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094C48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74007AF" w:rsidRDefault="004C0D7A" w14:paraId="06453F8D" w14:textId="5710223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74007AF" w:rsidR="004C0D7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85747A" w:rsidTr="174007AF" w14:paraId="30F83FF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75850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74007AF" w:rsidRDefault="002673CD" w14:paraId="62109385" w14:textId="37C675D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74007AF" w:rsidR="0E21A9B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174007AF" w:rsidR="002673C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Nauki </w:t>
            </w:r>
            <w:r w:rsidRPr="174007AF" w:rsidR="004C0D7A">
              <w:rPr>
                <w:rFonts w:ascii="Corbel" w:hAnsi="Corbel"/>
                <w:b w:val="0"/>
                <w:bCs w:val="0"/>
                <w:sz w:val="24"/>
                <w:szCs w:val="24"/>
              </w:rPr>
              <w:t>o</w:t>
            </w:r>
            <w:r w:rsidRPr="174007AF" w:rsidR="002673C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Administracji</w:t>
            </w:r>
          </w:p>
        </w:tc>
      </w:tr>
      <w:tr w:rsidRPr="009C54AE" w:rsidR="0085747A" w:rsidTr="174007AF" w14:paraId="509B94C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EB9C6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673CD" w14:paraId="77F6C2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174007AF" w14:paraId="2C5045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BA859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C0D7A" w14:paraId="046B8815" w14:textId="6BDA8A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174007AF" w14:paraId="26F0A61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E9672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673CD" w14:paraId="0CA813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174007AF" w14:paraId="50C65DE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9212A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673CD" w14:paraId="0862C90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174007AF" w14:paraId="18EAE5B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50DD4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8B51A6F" w:rsidRDefault="002673CD" w14:paraId="5E9BC53F" w14:textId="46E67BC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74007AF" w:rsidR="002673CD">
              <w:rPr>
                <w:rFonts w:ascii="Corbel" w:hAnsi="Corbel"/>
                <w:b w:val="0"/>
                <w:bCs w:val="0"/>
                <w:sz w:val="24"/>
                <w:szCs w:val="24"/>
              </w:rPr>
              <w:t>II /</w:t>
            </w:r>
            <w:r w:rsidRPr="174007AF" w:rsidR="053D8EA7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9C54AE" w:rsidR="0085747A" w:rsidTr="174007AF" w14:paraId="5760813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67A8F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673CD" w14:paraId="26CE67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Obligatoryjny</w:t>
            </w:r>
          </w:p>
        </w:tc>
      </w:tr>
      <w:tr w:rsidRPr="009C54AE" w:rsidR="00923D7D" w:rsidTr="174007AF" w14:paraId="3EB371F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C496B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2673CD" w14:paraId="17B2BAC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174007AF" w14:paraId="12F149B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52770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673CD" w14:paraId="551147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007D65" w:rsidTr="174007AF" w14:paraId="79B154AB" w14:textId="77777777">
        <w:tc>
          <w:tcPr>
            <w:tcW w:w="2694" w:type="dxa"/>
            <w:tcMar/>
            <w:vAlign w:val="center"/>
          </w:tcPr>
          <w:p w:rsidRPr="009C54AE" w:rsidR="00007D65" w:rsidP="00007D65" w:rsidRDefault="00007D65" w14:paraId="4DA635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007D65" w:rsidP="00007D65" w:rsidRDefault="00007D65" w14:paraId="7C70426D" w14:textId="1E5D16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UR, dr Anna Łukaszuk</w:t>
            </w:r>
          </w:p>
        </w:tc>
      </w:tr>
    </w:tbl>
    <w:p w:rsidRPr="009C54AE" w:rsidR="0085747A" w:rsidP="009C54AE" w:rsidRDefault="0085747A" w14:paraId="230A14B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4CA70C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5562FA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66F08F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5"/>
        <w:gridCol w:w="867"/>
        <w:gridCol w:w="788"/>
        <w:gridCol w:w="945"/>
        <w:gridCol w:w="795"/>
        <w:gridCol w:w="825"/>
        <w:gridCol w:w="671"/>
        <w:gridCol w:w="948"/>
        <w:gridCol w:w="1189"/>
        <w:gridCol w:w="1505"/>
      </w:tblGrid>
      <w:tr w:rsidRPr="009C54AE" w:rsidR="00015B8F" w:rsidTr="174007AF" w14:paraId="311A7D05" w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CB6AE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763E4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E4391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11F55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A2272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6A15F0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7C735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05200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E1C0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3B2CD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D7E4B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74007AF" w14:paraId="7EEFE22F" w14:textId="77777777">
        <w:trPr>
          <w:trHeight w:val="453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07D65" w14:paraId="603AF252" w14:textId="60877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506F14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50817E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E33C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29BAB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90BD0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55B28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3FFB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2B180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2E9400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53C50ED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9D86D2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EDF8F5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78B51A6F" w:rsidRDefault="0085747A" w14:paraId="3189C15C" w14:textId="6B927F7C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78B51A6F" w:rsidR="64F3A0F3">
        <w:rPr>
          <w:rFonts w:ascii="MS Gothic" w:hAnsi="MS Gothic" w:eastAsia="MS Gothic" w:cs="MS Gothic"/>
          <w:b w:val="0"/>
          <w:bCs w:val="0"/>
        </w:rPr>
        <w:t>x</w:t>
      </w:r>
      <w:r w:rsidRPr="78B51A6F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85747A" w14:paraId="0CCBC35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01176B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903EDF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2673CD" w14:paraId="66CE2D3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P="009C54AE" w:rsidRDefault="00E960BB" w14:paraId="0EA9C62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22406A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13F56A8" w14:textId="77777777">
        <w:tc>
          <w:tcPr>
            <w:tcW w:w="9670" w:type="dxa"/>
          </w:tcPr>
          <w:p w:rsidRPr="009C54AE" w:rsidR="0085747A" w:rsidP="00993363" w:rsidRDefault="00993363" w14:paraId="5B204D3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P="009C54AE" w:rsidRDefault="00153C41" w14:paraId="75EC21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ECB4DD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876A84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B23281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EC5512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617332" w:rsidTr="174007AF" w14:paraId="42AA5DCF" w14:textId="77777777">
        <w:tc>
          <w:tcPr>
            <w:tcW w:w="845" w:type="dxa"/>
            <w:tcMar/>
            <w:vAlign w:val="center"/>
          </w:tcPr>
          <w:p w:rsidRPr="009C54AE" w:rsidR="00617332" w:rsidP="00617332" w:rsidRDefault="00617332" w14:paraId="22C6D60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  <w:vAlign w:val="center"/>
          </w:tcPr>
          <w:p w:rsidRPr="00C51DDA" w:rsidR="00617332" w:rsidP="00617332" w:rsidRDefault="00617332" w14:paraId="410D9F7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>Celem zajęć jest zapoznanie studenta z problematyką udziału obywateli i ich zrzeszeń w publicznych procesach decyzyjnych.</w:t>
            </w:r>
          </w:p>
        </w:tc>
      </w:tr>
      <w:tr w:rsidRPr="009C54AE" w:rsidR="00617332" w:rsidTr="174007AF" w14:paraId="71636A59" w14:textId="77777777">
        <w:tc>
          <w:tcPr>
            <w:tcW w:w="845" w:type="dxa"/>
            <w:tcMar/>
            <w:vAlign w:val="center"/>
          </w:tcPr>
          <w:p w:rsidRPr="009C54AE" w:rsidR="00617332" w:rsidP="174007AF" w:rsidRDefault="00617332" w14:paraId="1CDDAB0A" w14:textId="51EACD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74007AF" w:rsidR="0581DF76">
              <w:rPr>
                <w:rFonts w:ascii="Corbel" w:hAnsi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Mar/>
            <w:vAlign w:val="center"/>
          </w:tcPr>
          <w:p w:rsidRPr="00C51DDA" w:rsidR="00617332" w:rsidP="00617332" w:rsidRDefault="00617332" w14:paraId="7EF7542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 xml:space="preserve">Celem zajęć jest rozwinięcie wiedzy i umiejętności aktywnego uczestnictwa </w:t>
            </w:r>
            <w:r w:rsidRPr="00C51DDA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C51DDA">
              <w:rPr>
                <w:rFonts w:ascii="Corbel" w:hAnsi="Corbel"/>
                <w:b w:val="0"/>
                <w:sz w:val="24"/>
                <w:szCs w:val="24"/>
              </w:rPr>
              <w:t>w procesach zarządzania publicznego, w tym w skali lokalnej.</w:t>
            </w:r>
          </w:p>
        </w:tc>
      </w:tr>
      <w:tr w:rsidRPr="009C54AE" w:rsidR="00617332" w:rsidTr="174007AF" w14:paraId="5D079C48" w14:textId="77777777">
        <w:tc>
          <w:tcPr>
            <w:tcW w:w="845" w:type="dxa"/>
            <w:tcMar/>
            <w:vAlign w:val="center"/>
          </w:tcPr>
          <w:p w:rsidRPr="009C54AE" w:rsidR="00617332" w:rsidP="00617332" w:rsidRDefault="00617332" w14:paraId="0DF3DBFC" w14:textId="017C07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74007AF" w:rsidR="5029E165">
              <w:rPr>
                <w:rFonts w:ascii="Corbel" w:hAnsi="Corbel"/>
                <w:b w:val="0"/>
                <w:bCs w:val="0"/>
                <w:sz w:val="24"/>
                <w:szCs w:val="24"/>
              </w:rPr>
              <w:t>C</w:t>
            </w:r>
            <w:r w:rsidRPr="174007AF" w:rsidR="45221B1E">
              <w:rPr>
                <w:rFonts w:ascii="Corbel" w:hAnsi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Mar/>
            <w:vAlign w:val="center"/>
          </w:tcPr>
          <w:p w:rsidRPr="00C51DDA" w:rsidR="00617332" w:rsidP="00617332" w:rsidRDefault="00617332" w14:paraId="5F4B0B9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>Celem zajęć jest podniesienie kompetencji społecznych studentów jako aktywnych uczestników życia organizacji społecznych.</w:t>
            </w:r>
          </w:p>
        </w:tc>
      </w:tr>
    </w:tbl>
    <w:p w:rsidRPr="009C54AE" w:rsidR="0085747A" w:rsidP="009C54AE" w:rsidRDefault="0085747A" w14:paraId="0803517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25A38B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A3EE4E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174007AF" w14:paraId="44B007BF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39E047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6C2921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00EDFA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174007AF" w14:paraId="2BF1AB9C" w14:textId="77777777">
        <w:tc>
          <w:tcPr>
            <w:tcW w:w="1681" w:type="dxa"/>
            <w:tcMar/>
          </w:tcPr>
          <w:p w:rsidRPr="009C54AE" w:rsidR="0085747A" w:rsidP="009C54AE" w:rsidRDefault="0085747A" w14:paraId="3025FE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617332" w:rsidR="0085747A" w:rsidP="174007AF" w:rsidRDefault="005D25CD" w14:paraId="3CB0EB64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</w:t>
            </w:r>
          </w:p>
        </w:tc>
        <w:tc>
          <w:tcPr>
            <w:tcW w:w="1865" w:type="dxa"/>
            <w:tcMar/>
          </w:tcPr>
          <w:p w:rsidRPr="009C54AE" w:rsidR="0085747A" w:rsidP="174007AF" w:rsidRDefault="005D25CD" w14:paraId="6A431E63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K_W02</w:t>
            </w:r>
          </w:p>
        </w:tc>
      </w:tr>
      <w:tr w:rsidRPr="009C54AE" w:rsidR="0085747A" w:rsidTr="174007AF" w14:paraId="2D6A4E42" w14:textId="77777777">
        <w:tc>
          <w:tcPr>
            <w:tcW w:w="1681" w:type="dxa"/>
            <w:tcMar/>
          </w:tcPr>
          <w:p w:rsidRPr="009C54AE" w:rsidR="0085747A" w:rsidP="009C54AE" w:rsidRDefault="0085747A" w14:paraId="71514B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617332" w:rsidR="0085747A" w:rsidP="174007AF" w:rsidRDefault="005D25CD" w14:paraId="56D89FC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65" w:type="dxa"/>
            <w:tcMar/>
          </w:tcPr>
          <w:p w:rsidRPr="009C54AE" w:rsidR="0085747A" w:rsidP="174007AF" w:rsidRDefault="005D25CD" w14:paraId="4F7743A1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K_W03</w:t>
            </w:r>
          </w:p>
        </w:tc>
      </w:tr>
      <w:tr w:rsidRPr="009C54AE" w:rsidR="005D25CD" w:rsidTr="174007AF" w14:paraId="1F970226" w14:textId="77777777">
        <w:tc>
          <w:tcPr>
            <w:tcW w:w="1681" w:type="dxa"/>
            <w:tcMar/>
          </w:tcPr>
          <w:p w:rsidRPr="009C54AE" w:rsidR="005D25CD" w:rsidP="009C54AE" w:rsidRDefault="005D25CD" w14:paraId="6248FA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617332" w:rsidR="005D25CD" w:rsidP="174007AF" w:rsidRDefault="005D25CD" w14:paraId="24BE7650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65" w:type="dxa"/>
            <w:tcMar/>
          </w:tcPr>
          <w:p w:rsidRPr="009C54AE" w:rsidR="005D25CD" w:rsidP="174007AF" w:rsidRDefault="005D25CD" w14:paraId="39CD99EE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K_W04</w:t>
            </w:r>
          </w:p>
        </w:tc>
      </w:tr>
      <w:tr w:rsidRPr="009C54AE" w:rsidR="005D25CD" w:rsidTr="174007AF" w14:paraId="3DD9FC9E" w14:textId="77777777">
        <w:tc>
          <w:tcPr>
            <w:tcW w:w="1681" w:type="dxa"/>
            <w:tcMar/>
          </w:tcPr>
          <w:p w:rsidRPr="009C54AE" w:rsidR="005D25CD" w:rsidP="009C54AE" w:rsidRDefault="005D25CD" w14:paraId="7F3A38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617332" w:rsidR="005D25CD" w:rsidP="174007AF" w:rsidRDefault="005D25CD" w14:paraId="779A731D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Potrafi prawidłowo identyfikować i interpretować zjawiska prawne i inne zachodzące w administracji oraz ich wzajemne relacje z wykorzystaniem wiedzy w zakresie nauk administracyjnych</w:t>
            </w:r>
          </w:p>
        </w:tc>
        <w:tc>
          <w:tcPr>
            <w:tcW w:w="1865" w:type="dxa"/>
            <w:tcMar/>
          </w:tcPr>
          <w:p w:rsidRPr="009C54AE" w:rsidR="005D25CD" w:rsidP="174007AF" w:rsidRDefault="005D25CD" w14:paraId="7B3F1372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K_U01</w:t>
            </w:r>
          </w:p>
        </w:tc>
      </w:tr>
      <w:tr w:rsidRPr="009C54AE" w:rsidR="005D25CD" w:rsidTr="174007AF" w14:paraId="0A012DA3" w14:textId="77777777">
        <w:tc>
          <w:tcPr>
            <w:tcW w:w="1681" w:type="dxa"/>
            <w:tcMar/>
          </w:tcPr>
          <w:p w:rsidRPr="009C54AE" w:rsidR="005D25CD" w:rsidP="009C54AE" w:rsidRDefault="005D25CD" w14:paraId="6EBD0B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Pr="00617332" w:rsidR="005D25CD" w:rsidP="174007AF" w:rsidRDefault="005D25CD" w14:paraId="65616ACC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865" w:type="dxa"/>
            <w:tcMar/>
          </w:tcPr>
          <w:p w:rsidRPr="009C54AE" w:rsidR="005D25CD" w:rsidP="174007AF" w:rsidRDefault="005D25CD" w14:paraId="654B04BA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K_U03</w:t>
            </w:r>
          </w:p>
        </w:tc>
      </w:tr>
      <w:tr w:rsidRPr="009C54AE" w:rsidR="005D25CD" w:rsidTr="174007AF" w14:paraId="12122688" w14:textId="77777777">
        <w:tc>
          <w:tcPr>
            <w:tcW w:w="1681" w:type="dxa"/>
            <w:tcMar/>
          </w:tcPr>
          <w:p w:rsidRPr="009C54AE" w:rsidR="005D25CD" w:rsidP="009C54AE" w:rsidRDefault="005D25CD" w14:paraId="6A4086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Mar/>
          </w:tcPr>
          <w:p w:rsidRPr="00617332" w:rsidR="005D25CD" w:rsidP="174007AF" w:rsidRDefault="005D25CD" w14:paraId="4871F6FD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Wykazuje się specjalistycznymi umiejętnościami znajdowania podstaw prawnych, orzecznictwa i literatury dotyczącej badanych zagadnień oraz stosowania zasad etycznych, jak również samodzielnego proponowania rozwiązań </w:t>
            </w:r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konkretnego problemu i podejmowania rozstrzygnięć</w:t>
            </w:r>
          </w:p>
        </w:tc>
        <w:tc>
          <w:tcPr>
            <w:tcW w:w="1865" w:type="dxa"/>
            <w:tcMar/>
          </w:tcPr>
          <w:p w:rsidRPr="009C54AE" w:rsidR="005D25CD" w:rsidP="174007AF" w:rsidRDefault="005D25CD" w14:paraId="571D1742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K_U04</w:t>
            </w:r>
          </w:p>
        </w:tc>
      </w:tr>
      <w:tr w:rsidRPr="009C54AE" w:rsidR="005D25CD" w:rsidTr="174007AF" w14:paraId="00B09CDB" w14:textId="77777777">
        <w:tc>
          <w:tcPr>
            <w:tcW w:w="1681" w:type="dxa"/>
            <w:tcMar/>
          </w:tcPr>
          <w:p w:rsidRPr="009C54AE" w:rsidR="005D25CD" w:rsidP="009C54AE" w:rsidRDefault="005D25CD" w14:paraId="5D5CE3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Mar/>
          </w:tcPr>
          <w:p w:rsidRPr="00617332" w:rsidR="005D25CD" w:rsidP="174007AF" w:rsidRDefault="005D25CD" w14:paraId="4FA107F6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Posiada umiejętność prowadzenia debaty, przygotowania prac pisemnych, prezentacji </w:t>
            </w:r>
            <w:proofErr w:type="gramStart"/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multimedialnych,</w:t>
            </w:r>
            <w:proofErr w:type="gramEnd"/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 xml:space="preserve">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statystycznych;</w:t>
            </w:r>
          </w:p>
        </w:tc>
        <w:tc>
          <w:tcPr>
            <w:tcW w:w="1865" w:type="dxa"/>
            <w:tcMar/>
          </w:tcPr>
          <w:p w:rsidRPr="009C54AE" w:rsidR="005D25CD" w:rsidP="174007AF" w:rsidRDefault="005D25CD" w14:paraId="6FBB54C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K_U07</w:t>
            </w:r>
          </w:p>
        </w:tc>
      </w:tr>
      <w:tr w:rsidRPr="009C54AE" w:rsidR="005D25CD" w:rsidTr="174007AF" w14:paraId="72BFD96B" w14:textId="77777777">
        <w:tc>
          <w:tcPr>
            <w:tcW w:w="1681" w:type="dxa"/>
            <w:tcMar/>
          </w:tcPr>
          <w:p w:rsidRPr="009C54AE" w:rsidR="005D25CD" w:rsidP="009C54AE" w:rsidRDefault="005D25CD" w14:paraId="127E3E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Mar/>
          </w:tcPr>
          <w:p w:rsidRPr="00617332" w:rsidR="005D25CD" w:rsidP="174007AF" w:rsidRDefault="005D25CD" w14:paraId="103160AB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Jest gotowy samodzielnie i krytycznie uzupełniać wiedzę, w tym również na gruncie interdyscyplinarnym.</w:t>
            </w:r>
          </w:p>
        </w:tc>
        <w:tc>
          <w:tcPr>
            <w:tcW w:w="1865" w:type="dxa"/>
            <w:tcMar/>
          </w:tcPr>
          <w:p w:rsidRPr="009C54AE" w:rsidR="005D25CD" w:rsidP="174007AF" w:rsidRDefault="005D25CD" w14:paraId="515631C3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K_K01</w:t>
            </w:r>
          </w:p>
        </w:tc>
      </w:tr>
      <w:tr w:rsidRPr="009C54AE" w:rsidR="005D25CD" w:rsidTr="174007AF" w14:paraId="339C8657" w14:textId="77777777">
        <w:tc>
          <w:tcPr>
            <w:tcW w:w="1681" w:type="dxa"/>
            <w:tcMar/>
          </w:tcPr>
          <w:p w:rsidRPr="009C54AE" w:rsidR="005D25CD" w:rsidP="009C54AE" w:rsidRDefault="005D25CD" w14:paraId="4504E2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Mar/>
          </w:tcPr>
          <w:p w:rsidRPr="00617332" w:rsidR="005D25CD" w:rsidP="174007AF" w:rsidRDefault="005D25CD" w14:paraId="6777A8AF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865" w:type="dxa"/>
            <w:tcMar/>
          </w:tcPr>
          <w:p w:rsidRPr="009C54AE" w:rsidR="005D25CD" w:rsidP="174007AF" w:rsidRDefault="005D25CD" w14:paraId="748F2C1F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K_K03</w:t>
            </w:r>
          </w:p>
        </w:tc>
      </w:tr>
      <w:tr w:rsidRPr="009C54AE" w:rsidR="0085747A" w:rsidTr="174007AF" w14:paraId="7E66C679" w14:textId="77777777">
        <w:tc>
          <w:tcPr>
            <w:tcW w:w="1681" w:type="dxa"/>
            <w:tcMar/>
          </w:tcPr>
          <w:p w:rsidRPr="009C54AE" w:rsidR="0085747A" w:rsidP="005D25CD" w:rsidRDefault="0085747A" w14:paraId="16DA92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D25C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  <w:tcMar/>
          </w:tcPr>
          <w:p w:rsidRPr="00617332" w:rsidR="0085747A" w:rsidP="174007AF" w:rsidRDefault="005D25CD" w14:paraId="5A3E51C2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Ma świadomość doniosłości zachowania się w sposób profesjonalny i etyczny, identyfikuje i rozwiązuje dylematy moralne związane ze stosowaniem prawa</w:t>
            </w:r>
          </w:p>
        </w:tc>
        <w:tc>
          <w:tcPr>
            <w:tcW w:w="1865" w:type="dxa"/>
            <w:tcMar/>
          </w:tcPr>
          <w:p w:rsidRPr="009C54AE" w:rsidR="0085747A" w:rsidP="174007AF" w:rsidRDefault="005D25CD" w14:paraId="23D35B6A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74007AF" w:rsidR="61EE59E7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K_K06</w:t>
            </w:r>
          </w:p>
        </w:tc>
      </w:tr>
    </w:tbl>
    <w:p w:rsidR="174007AF" w:rsidP="174007AF" w:rsidRDefault="174007AF" w14:paraId="478CD68F" w14:textId="471EAA12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Pr="009C54AE" w:rsidR="0085747A" w:rsidP="009C54AE" w:rsidRDefault="00675843" w14:paraId="47D90F6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D3107E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74007AF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EF6588" w14:paraId="50AEE5AF" w14:textId="77777777">
        <w:tc>
          <w:tcPr>
            <w:tcW w:w="9520" w:type="dxa"/>
          </w:tcPr>
          <w:p w:rsidRPr="009C54AE" w:rsidR="0085747A" w:rsidP="009C54AE" w:rsidRDefault="0085747A" w14:paraId="5D20DC4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93363" w:rsidTr="00EF6588" w14:paraId="180AAD9D" w14:textId="77777777">
        <w:tc>
          <w:tcPr>
            <w:tcW w:w="9520" w:type="dxa"/>
          </w:tcPr>
          <w:p w:rsidRPr="00C51DDA" w:rsidR="00993363" w:rsidP="00993363" w:rsidRDefault="00993363" w14:paraId="60AE414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>Pojęcie partycypacji politycznej, publicznej i społecznej oraz ich determinanty (ideologiczne, polityczne, ustrojowe).</w:t>
            </w:r>
          </w:p>
        </w:tc>
      </w:tr>
      <w:tr w:rsidRPr="009C54AE" w:rsidR="00993363" w:rsidTr="00EF6588" w14:paraId="2FE03928" w14:textId="77777777">
        <w:tc>
          <w:tcPr>
            <w:tcW w:w="9520" w:type="dxa"/>
          </w:tcPr>
          <w:p w:rsidRPr="00C51DDA" w:rsidR="00993363" w:rsidP="00993363" w:rsidRDefault="00993363" w14:paraId="6CB326B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 xml:space="preserve">Problematyka zarządzania publicznego, dobra administracja, idea </w:t>
            </w:r>
            <w:proofErr w:type="spellStart"/>
            <w:r w:rsidRPr="00C51DDA">
              <w:rPr>
                <w:rFonts w:ascii="Corbel" w:hAnsi="Corbel"/>
                <w:sz w:val="24"/>
                <w:szCs w:val="24"/>
              </w:rPr>
              <w:t>good</w:t>
            </w:r>
            <w:proofErr w:type="spellEnd"/>
            <w:r w:rsidRPr="00C51D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51DDA">
              <w:rPr>
                <w:rFonts w:ascii="Corbel" w:hAnsi="Corbel"/>
                <w:sz w:val="24"/>
                <w:szCs w:val="24"/>
              </w:rPr>
              <w:t>governance</w:t>
            </w:r>
            <w:proofErr w:type="spellEnd"/>
            <w:r w:rsidRPr="00C51DDA">
              <w:rPr>
                <w:rFonts w:ascii="Corbel" w:hAnsi="Corbel"/>
                <w:sz w:val="24"/>
                <w:szCs w:val="24"/>
              </w:rPr>
              <w:t xml:space="preserve"> i ich znaczenie we współczesnym państwie prawa.</w:t>
            </w:r>
          </w:p>
        </w:tc>
      </w:tr>
      <w:tr w:rsidRPr="009C54AE" w:rsidR="00993363" w:rsidTr="00EF6588" w14:paraId="6239E8CE" w14:textId="77777777">
        <w:tc>
          <w:tcPr>
            <w:tcW w:w="9520" w:type="dxa"/>
          </w:tcPr>
          <w:p w:rsidRPr="00C51DDA" w:rsidR="00993363" w:rsidP="00993363" w:rsidRDefault="00993363" w14:paraId="47FD79E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 xml:space="preserve">Procesy decyzyjne w administracji publicznej. Komunikacja publiczna. Partycypacja </w:t>
            </w:r>
            <w:r w:rsidRPr="00C51DDA">
              <w:rPr>
                <w:rFonts w:ascii="Corbel" w:hAnsi="Corbel"/>
                <w:sz w:val="24"/>
                <w:szCs w:val="24"/>
              </w:rPr>
              <w:br/>
            </w:r>
            <w:r w:rsidRPr="00C51DDA">
              <w:rPr>
                <w:rFonts w:ascii="Corbel" w:hAnsi="Corbel"/>
                <w:sz w:val="24"/>
                <w:szCs w:val="24"/>
              </w:rPr>
              <w:t>w decydowaniu.</w:t>
            </w:r>
          </w:p>
        </w:tc>
      </w:tr>
      <w:tr w:rsidRPr="009C54AE" w:rsidR="00993363" w:rsidTr="00EF6588" w14:paraId="745EC1BC" w14:textId="77777777">
        <w:tc>
          <w:tcPr>
            <w:tcW w:w="9520" w:type="dxa"/>
          </w:tcPr>
          <w:p w:rsidRPr="00C51DDA" w:rsidR="00993363" w:rsidP="00993363" w:rsidRDefault="00993363" w14:paraId="62A523E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 xml:space="preserve">Instrumenty </w:t>
            </w:r>
            <w:r>
              <w:rPr>
                <w:rFonts w:ascii="Corbel" w:hAnsi="Corbel"/>
                <w:sz w:val="24"/>
                <w:szCs w:val="24"/>
              </w:rPr>
              <w:t xml:space="preserve">prawne </w:t>
            </w:r>
            <w:r w:rsidRPr="00C51DDA">
              <w:rPr>
                <w:rFonts w:ascii="Corbel" w:hAnsi="Corbel"/>
                <w:sz w:val="24"/>
                <w:szCs w:val="24"/>
              </w:rPr>
              <w:t>partycypacji społecznej w Polsce.</w:t>
            </w:r>
          </w:p>
        </w:tc>
      </w:tr>
      <w:tr w:rsidRPr="009C54AE" w:rsidR="00993363" w:rsidTr="00EF6588" w14:paraId="649FA65A" w14:textId="77777777">
        <w:tc>
          <w:tcPr>
            <w:tcW w:w="9520" w:type="dxa"/>
          </w:tcPr>
          <w:p w:rsidRPr="00C51DDA" w:rsidR="00993363" w:rsidP="00993363" w:rsidRDefault="00993363" w14:paraId="723B365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>Udział mieszkańców w zarządzaniu społecznością lokalną w Europie i Polsce– podstawy prawne i formy udziału.</w:t>
            </w:r>
          </w:p>
        </w:tc>
      </w:tr>
      <w:tr w:rsidRPr="009C54AE" w:rsidR="00993363" w:rsidTr="00EF6588" w14:paraId="193AC0F5" w14:textId="77777777">
        <w:tc>
          <w:tcPr>
            <w:tcW w:w="9520" w:type="dxa"/>
          </w:tcPr>
          <w:p w:rsidRPr="00C51DDA" w:rsidR="00993363" w:rsidP="00993363" w:rsidRDefault="00993363" w14:paraId="5BBDBE4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>Podstawowe techniki partycypacyjne w procesach decyzyjnych</w:t>
            </w:r>
            <w:r>
              <w:rPr>
                <w:rFonts w:ascii="Corbel" w:hAnsi="Corbel"/>
                <w:sz w:val="24"/>
                <w:szCs w:val="24"/>
              </w:rPr>
              <w:t xml:space="preserve"> organów administracji publicznej</w:t>
            </w:r>
            <w:r w:rsidRPr="00C51DD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Pr="009C54AE" w:rsidR="0085747A" w:rsidP="009C54AE" w:rsidRDefault="0085747A" w14:paraId="7E092BD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0E3400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74007AF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74007AF" w:rsidR="009F4610">
        <w:rPr>
          <w:rFonts w:ascii="Corbel" w:hAnsi="Corbel"/>
          <w:sz w:val="24"/>
          <w:szCs w:val="24"/>
        </w:rPr>
        <w:t xml:space="preserve">, </w:t>
      </w:r>
      <w:r w:rsidRPr="174007AF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88227E" w14:paraId="42169EC2" w14:textId="77777777">
        <w:tc>
          <w:tcPr>
            <w:tcW w:w="9520" w:type="dxa"/>
          </w:tcPr>
          <w:p w:rsidRPr="009C54AE" w:rsidR="0085747A" w:rsidP="009C54AE" w:rsidRDefault="0085747A" w14:paraId="7849CBA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8227E" w:rsidTr="0088227E" w14:paraId="2A9B80E9" w14:textId="77777777">
        <w:tc>
          <w:tcPr>
            <w:tcW w:w="9520" w:type="dxa"/>
          </w:tcPr>
          <w:p w:rsidRPr="00C51DDA" w:rsidR="0088227E" w:rsidP="0088227E" w:rsidRDefault="0088227E" w14:paraId="78D5514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>Pojęcie partycypacji politycznej, publicznej i społecznej oraz ich determinanty (ideologiczne, polityczne, ustrojowe).</w:t>
            </w:r>
          </w:p>
        </w:tc>
      </w:tr>
      <w:tr w:rsidRPr="009C54AE" w:rsidR="0088227E" w:rsidTr="0088227E" w14:paraId="513DBC58" w14:textId="77777777">
        <w:tc>
          <w:tcPr>
            <w:tcW w:w="9520" w:type="dxa"/>
          </w:tcPr>
          <w:p w:rsidRPr="00C51DDA" w:rsidR="0088227E" w:rsidP="0088227E" w:rsidRDefault="00B87877" w14:paraId="2AAD310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Koncepcje </w:t>
            </w:r>
            <w:r w:rsidRPr="00C51DDA">
              <w:rPr>
                <w:rFonts w:ascii="Corbel" w:hAnsi="Corbel"/>
                <w:sz w:val="24"/>
                <w:szCs w:val="24"/>
              </w:rPr>
              <w:t xml:space="preserve">zarządzania publicznego, </w:t>
            </w:r>
            <w:proofErr w:type="spellStart"/>
            <w:r w:rsidRPr="00C51DDA">
              <w:rPr>
                <w:rFonts w:ascii="Corbel" w:hAnsi="Corbel"/>
                <w:sz w:val="24"/>
                <w:szCs w:val="24"/>
              </w:rPr>
              <w:t>good</w:t>
            </w:r>
            <w:proofErr w:type="spellEnd"/>
            <w:r w:rsidRPr="00C51D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51DDA">
              <w:rPr>
                <w:rFonts w:ascii="Corbel" w:hAnsi="Corbel"/>
                <w:sz w:val="24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C51D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multilevel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C51DDA">
              <w:rPr>
                <w:rFonts w:ascii="Corbel" w:hAnsi="Corbel"/>
                <w:sz w:val="24"/>
                <w:szCs w:val="24"/>
              </w:rPr>
              <w:t xml:space="preserve"> ich </w:t>
            </w:r>
            <w:r>
              <w:rPr>
                <w:rFonts w:ascii="Corbel" w:hAnsi="Corbel"/>
                <w:sz w:val="24"/>
                <w:szCs w:val="24"/>
              </w:rPr>
              <w:t>odzwierciedlenie w systemie prawnym.</w:t>
            </w:r>
          </w:p>
        </w:tc>
      </w:tr>
      <w:tr w:rsidRPr="009C54AE" w:rsidR="0088227E" w:rsidTr="0088227E" w14:paraId="71C2FD4D" w14:textId="77777777">
        <w:tc>
          <w:tcPr>
            <w:tcW w:w="9520" w:type="dxa"/>
          </w:tcPr>
          <w:p w:rsidRPr="00C51DDA" w:rsidR="0088227E" w:rsidP="00B87877" w:rsidRDefault="0088227E" w14:paraId="486F52A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lastRenderedPageBreak/>
              <w:t xml:space="preserve">Procesy decyzyjne w administracji publicznej. Komunikacja publiczna. Partycypacja </w:t>
            </w:r>
            <w:r w:rsidRPr="00C51DDA">
              <w:rPr>
                <w:rFonts w:ascii="Corbel" w:hAnsi="Corbel"/>
                <w:sz w:val="24"/>
                <w:szCs w:val="24"/>
              </w:rPr>
              <w:br/>
            </w:r>
            <w:r w:rsidR="00B87877">
              <w:rPr>
                <w:rFonts w:ascii="Corbel" w:hAnsi="Corbel"/>
                <w:sz w:val="24"/>
                <w:szCs w:val="24"/>
              </w:rPr>
              <w:t>społeczna w podejmowaniu decyzji publicznych na przykładzie planowania rozwoju.</w:t>
            </w:r>
          </w:p>
        </w:tc>
      </w:tr>
      <w:tr w:rsidRPr="009C54AE" w:rsidR="0088227E" w:rsidTr="0088227E" w14:paraId="1E7B7834" w14:textId="77777777">
        <w:tc>
          <w:tcPr>
            <w:tcW w:w="9520" w:type="dxa"/>
          </w:tcPr>
          <w:p w:rsidRPr="00C51DDA" w:rsidR="0088227E" w:rsidP="00B87877" w:rsidRDefault="00B87877" w14:paraId="607C5FF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partycypacji społecznej w procesach planowania przestrzennego.</w:t>
            </w:r>
          </w:p>
        </w:tc>
      </w:tr>
      <w:tr w:rsidRPr="009C54AE" w:rsidR="00B87877" w:rsidTr="0088227E" w14:paraId="1EA3D977" w14:textId="77777777">
        <w:tc>
          <w:tcPr>
            <w:tcW w:w="9520" w:type="dxa"/>
          </w:tcPr>
          <w:p w:rsidRPr="00C51DDA" w:rsidR="00B87877" w:rsidP="00993363" w:rsidRDefault="00B87877" w14:paraId="01BF30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DDA">
              <w:rPr>
                <w:rFonts w:ascii="Corbel" w:hAnsi="Corbel"/>
                <w:sz w:val="24"/>
                <w:szCs w:val="24"/>
              </w:rPr>
              <w:t xml:space="preserve">Udział mieszkańców w zarządzaniu społecznością lokalną </w:t>
            </w:r>
            <w:r w:rsidR="00993363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C51DDA">
              <w:rPr>
                <w:rFonts w:ascii="Corbel" w:hAnsi="Corbel"/>
                <w:sz w:val="24"/>
                <w:szCs w:val="24"/>
              </w:rPr>
              <w:t>Polsce</w:t>
            </w:r>
            <w:r w:rsidR="00993363">
              <w:rPr>
                <w:rFonts w:ascii="Corbel" w:hAnsi="Corbel"/>
                <w:sz w:val="24"/>
                <w:szCs w:val="24"/>
              </w:rPr>
              <w:t xml:space="preserve"> i innych państwach </w:t>
            </w:r>
            <w:r w:rsidRPr="00C51DDA">
              <w:rPr>
                <w:rFonts w:ascii="Corbel" w:hAnsi="Corbel"/>
                <w:sz w:val="24"/>
                <w:szCs w:val="24"/>
              </w:rPr>
              <w:t>– podstawy prawne i formy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B87877" w:rsidTr="0088227E" w14:paraId="6B1BA7FC" w14:textId="77777777">
        <w:tc>
          <w:tcPr>
            <w:tcW w:w="9520" w:type="dxa"/>
          </w:tcPr>
          <w:p w:rsidRPr="00C51DDA" w:rsidR="00B87877" w:rsidP="00993363" w:rsidRDefault="00993363" w14:paraId="0EDA632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Przegląd technik partycypacyjnych i ich praktycznej realizacji.</w:t>
            </w:r>
          </w:p>
        </w:tc>
      </w:tr>
    </w:tbl>
    <w:p w:rsidRPr="009C54AE" w:rsidR="0085747A" w:rsidP="009C54AE" w:rsidRDefault="0085747A" w14:paraId="1F086B4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109537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DD31A8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8227E" w:rsidR="0088227E" w:rsidP="009C54AE" w:rsidRDefault="00153C41" w14:paraId="26AD65E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88227E">
        <w:rPr>
          <w:rFonts w:ascii="Corbel" w:hAnsi="Corbel"/>
          <w:b w:val="0"/>
          <w:smallCaps w:val="0"/>
          <w:sz w:val="22"/>
        </w:rPr>
        <w:t>W</w:t>
      </w:r>
      <w:r w:rsidRPr="0088227E" w:rsidR="0085747A">
        <w:rPr>
          <w:rFonts w:ascii="Corbel" w:hAnsi="Corbel"/>
          <w:b w:val="0"/>
          <w:smallCaps w:val="0"/>
          <w:sz w:val="22"/>
        </w:rPr>
        <w:t>ykład</w:t>
      </w:r>
      <w:r w:rsidRPr="0088227E">
        <w:rPr>
          <w:rFonts w:ascii="Corbel" w:hAnsi="Corbel"/>
          <w:b w:val="0"/>
          <w:smallCaps w:val="0"/>
          <w:sz w:val="22"/>
        </w:rPr>
        <w:t xml:space="preserve">: </w:t>
      </w:r>
      <w:r w:rsidRPr="0088227E" w:rsidR="0088227E">
        <w:rPr>
          <w:rFonts w:ascii="Corbel" w:hAnsi="Corbel"/>
          <w:b w:val="0"/>
          <w:smallCaps w:val="0"/>
          <w:sz w:val="22"/>
        </w:rPr>
        <w:t xml:space="preserve">wykład informacyjny, </w:t>
      </w:r>
      <w:r w:rsidRPr="0088227E">
        <w:rPr>
          <w:rFonts w:ascii="Corbel" w:hAnsi="Corbel"/>
          <w:b w:val="0"/>
          <w:smallCaps w:val="0"/>
          <w:sz w:val="22"/>
        </w:rPr>
        <w:t>wykład</w:t>
      </w:r>
      <w:r w:rsidRPr="0088227E" w:rsidR="0085747A">
        <w:rPr>
          <w:rFonts w:ascii="Corbel" w:hAnsi="Corbel"/>
          <w:b w:val="0"/>
          <w:smallCaps w:val="0"/>
          <w:sz w:val="22"/>
        </w:rPr>
        <w:t xml:space="preserve"> problemowy</w:t>
      </w:r>
      <w:r w:rsidRPr="0088227E" w:rsidR="00923D7D">
        <w:rPr>
          <w:rFonts w:ascii="Corbel" w:hAnsi="Corbel"/>
          <w:b w:val="0"/>
          <w:smallCaps w:val="0"/>
          <w:sz w:val="22"/>
        </w:rPr>
        <w:t xml:space="preserve">, </w:t>
      </w:r>
      <w:r w:rsidRPr="0088227E" w:rsidR="0085747A">
        <w:rPr>
          <w:rFonts w:ascii="Corbel" w:hAnsi="Corbel"/>
          <w:b w:val="0"/>
          <w:smallCaps w:val="0"/>
          <w:sz w:val="22"/>
        </w:rPr>
        <w:t>wykład z prezentacją multimedialną</w:t>
      </w:r>
    </w:p>
    <w:p w:rsidRPr="00153C41" w:rsidR="0085747A" w:rsidP="174007AF" w:rsidRDefault="00153C41" w14:paraId="652B96C0" w14:textId="0A1DEB2B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174007AF" w:rsidR="00153C41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 xml:space="preserve">Ćwiczenia: </w:t>
      </w:r>
      <w:r w:rsidRPr="174007AF" w:rsidR="009F4610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 xml:space="preserve">analiza </w:t>
      </w:r>
      <w:r w:rsidRPr="174007AF" w:rsidR="00923D7D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>tekstów z dyskusją,</w:t>
      </w:r>
      <w:r w:rsidRPr="174007AF" w:rsidR="0085747A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 xml:space="preserve"> metoda projektów</w:t>
      </w:r>
      <w:r w:rsidRPr="174007AF" w:rsidR="00923D7D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 xml:space="preserve"> </w:t>
      </w:r>
      <w:r w:rsidRPr="174007AF" w:rsidR="0085747A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>(projekt badawczy, praktyczny</w:t>
      </w:r>
      <w:r w:rsidRPr="174007AF" w:rsidR="0071620A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>),</w:t>
      </w:r>
      <w:r w:rsidRPr="174007AF" w:rsidR="001718A7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 xml:space="preserve"> praca w </w:t>
      </w:r>
      <w:r w:rsidRPr="174007AF" w:rsidR="0085747A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>grupach</w:t>
      </w:r>
      <w:r w:rsidRPr="174007AF" w:rsidR="0071620A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 xml:space="preserve"> (</w:t>
      </w:r>
      <w:r w:rsidRPr="174007AF" w:rsidR="0085747A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>rozwiązywanie zadań</w:t>
      </w:r>
      <w:r w:rsidRPr="174007AF" w:rsidR="0071620A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>,</w:t>
      </w:r>
      <w:r w:rsidRPr="174007AF" w:rsidR="0085747A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 xml:space="preserve"> dyskusja</w:t>
      </w:r>
      <w:r w:rsidRPr="174007AF" w:rsidR="0071620A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>),</w:t>
      </w:r>
      <w:r w:rsidRPr="174007AF" w:rsidR="381C93BD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 xml:space="preserve"> </w:t>
      </w:r>
      <w:r w:rsidRPr="174007AF" w:rsidR="001718A7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>gry dydaktyczne</w:t>
      </w:r>
      <w:r w:rsidRPr="174007AF" w:rsidR="00BF2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</w:p>
    <w:p w:rsidRPr="009C54AE" w:rsidR="0085747A" w:rsidP="009C54AE" w:rsidRDefault="0085747A" w14:paraId="54432E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3053FEB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15E810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189A4C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882D3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1C8CD18" w14:paraId="49A34B24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2DEF85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58F1FE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6BAD5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58A2F5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EA98D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1C8CD18" w14:paraId="2418B0EF" w14:textId="77777777">
        <w:tc>
          <w:tcPr>
            <w:tcW w:w="1962" w:type="dxa"/>
            <w:tcMar/>
          </w:tcPr>
          <w:p w:rsidRPr="009C54AE" w:rsidR="0085747A" w:rsidP="009C54AE" w:rsidRDefault="0085747A" w14:paraId="188674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Mar/>
          </w:tcPr>
          <w:p w:rsidRPr="00993363" w:rsidR="0085747A" w:rsidP="01C8CD18" w:rsidRDefault="00993363" w14:paraId="7940818F" w14:textId="10896E2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1C8CD18" w:rsidR="00993363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85747A" w:rsidP="00993363" w:rsidRDefault="00993363" w14:paraId="3AB746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993363" w:rsidTr="01C8CD18" w14:paraId="4D9BCF47" w14:textId="77777777">
        <w:trPr>
          <w:trHeight w:val="405"/>
        </w:trPr>
        <w:tc>
          <w:tcPr>
            <w:tcW w:w="1962" w:type="dxa"/>
            <w:tcMar/>
          </w:tcPr>
          <w:p w:rsidRPr="009C54AE" w:rsidR="00993363" w:rsidP="00993363" w:rsidRDefault="00993363" w14:paraId="624894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993363" w:rsidR="00993363" w:rsidP="01C8CD18" w:rsidRDefault="00993363" w14:paraId="156828AF" w14:textId="7B75B06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1C8CD18" w:rsidR="00993363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993363" w:rsidP="00993363" w:rsidRDefault="00993363" w14:paraId="57ED81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993363" w:rsidTr="01C8CD18" w14:paraId="5E4E6EE9" w14:textId="77777777">
        <w:tc>
          <w:tcPr>
            <w:tcW w:w="1962" w:type="dxa"/>
            <w:tcMar/>
          </w:tcPr>
          <w:p w:rsidRPr="009C54AE" w:rsidR="00993363" w:rsidP="00993363" w:rsidRDefault="00993363" w14:paraId="6D6BC8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Pr="00993363" w:rsidR="00993363" w:rsidP="01C8CD18" w:rsidRDefault="00993363" w14:paraId="5AF33F87" w14:textId="5B53D30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1C8CD18" w:rsidR="00993363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993363" w:rsidP="00993363" w:rsidRDefault="00993363" w14:paraId="40D8F5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993363" w:rsidTr="01C8CD18" w14:paraId="0D17233B" w14:textId="77777777">
        <w:tc>
          <w:tcPr>
            <w:tcW w:w="1962" w:type="dxa"/>
            <w:tcMar/>
          </w:tcPr>
          <w:p w:rsidRPr="009C54AE" w:rsidR="00993363" w:rsidP="00993363" w:rsidRDefault="00993363" w14:paraId="0201CA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993363" w:rsidR="00993363" w:rsidP="01C8CD18" w:rsidRDefault="00993363" w14:paraId="19CE9C87" w14:textId="2483310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1C8CD18" w:rsidR="00993363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993363" w:rsidP="00993363" w:rsidRDefault="00993363" w14:paraId="2657B0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993363" w:rsidTr="01C8CD18" w14:paraId="04DC451A" w14:textId="77777777">
        <w:tc>
          <w:tcPr>
            <w:tcW w:w="1962" w:type="dxa"/>
            <w:tcMar/>
          </w:tcPr>
          <w:p w:rsidRPr="009C54AE" w:rsidR="00993363" w:rsidP="00993363" w:rsidRDefault="00993363" w14:paraId="4BAF50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993363" w:rsidR="00993363" w:rsidP="01C8CD18" w:rsidRDefault="00993363" w14:paraId="1FB69FD7" w14:textId="7092833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1C8CD18" w:rsidR="00993363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993363" w:rsidP="00993363" w:rsidRDefault="00993363" w14:paraId="3C1ECE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993363" w:rsidTr="01C8CD18" w14:paraId="2D378E5F" w14:textId="77777777">
        <w:tc>
          <w:tcPr>
            <w:tcW w:w="1962" w:type="dxa"/>
            <w:tcMar/>
          </w:tcPr>
          <w:p w:rsidRPr="009C54AE" w:rsidR="00993363" w:rsidP="00993363" w:rsidRDefault="00993363" w14:paraId="115398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Mar/>
          </w:tcPr>
          <w:p w:rsidRPr="00993363" w:rsidR="00993363" w:rsidP="01C8CD18" w:rsidRDefault="00993363" w14:paraId="4F129248" w14:textId="46135C5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1C8CD18" w:rsidR="00993363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993363" w:rsidP="00993363" w:rsidRDefault="00993363" w14:paraId="1682A6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617332" w:rsidTr="01C8CD18" w14:paraId="1E17E8AE" w14:textId="77777777">
        <w:tc>
          <w:tcPr>
            <w:tcW w:w="1962" w:type="dxa"/>
            <w:tcMar/>
          </w:tcPr>
          <w:p w:rsidRPr="009C54AE" w:rsidR="00617332" w:rsidP="009C54AE" w:rsidRDefault="0088227E" w14:paraId="475DA6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  <w:tcMar/>
          </w:tcPr>
          <w:p w:rsidRPr="009C54AE" w:rsidR="00617332" w:rsidP="009C54AE" w:rsidRDefault="00993363" w14:paraId="6EBB35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Kolokwium/projekt</w:t>
            </w:r>
          </w:p>
        </w:tc>
        <w:tc>
          <w:tcPr>
            <w:tcW w:w="2117" w:type="dxa"/>
            <w:tcMar/>
          </w:tcPr>
          <w:p w:rsidRPr="009C54AE" w:rsidR="00617332" w:rsidP="009C54AE" w:rsidRDefault="00993363" w14:paraId="1EF0FC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617332" w:rsidTr="01C8CD18" w14:paraId="6AFBB4E8" w14:textId="77777777">
        <w:tc>
          <w:tcPr>
            <w:tcW w:w="1962" w:type="dxa"/>
            <w:tcMar/>
          </w:tcPr>
          <w:p w:rsidRPr="009C54AE" w:rsidR="00617332" w:rsidP="009C54AE" w:rsidRDefault="0088227E" w14:paraId="164626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  <w:tcMar/>
          </w:tcPr>
          <w:p w:rsidRPr="009C54AE" w:rsidR="00617332" w:rsidP="01C8CD18" w:rsidRDefault="00993363" w14:paraId="1C37BEE0" w14:textId="341029E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1C8CD18" w:rsidR="00993363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617332" w:rsidP="009C54AE" w:rsidRDefault="00993363" w14:paraId="21A250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617332" w:rsidTr="01C8CD18" w14:paraId="0D0E4C68" w14:textId="77777777">
        <w:tc>
          <w:tcPr>
            <w:tcW w:w="1962" w:type="dxa"/>
            <w:tcMar/>
          </w:tcPr>
          <w:p w:rsidRPr="009C54AE" w:rsidR="00617332" w:rsidP="009C54AE" w:rsidRDefault="0088227E" w14:paraId="55581D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  <w:tcMar/>
          </w:tcPr>
          <w:p w:rsidRPr="009C54AE" w:rsidR="00617332" w:rsidP="009C54AE" w:rsidRDefault="00993363" w14:paraId="307521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Mar/>
          </w:tcPr>
          <w:p w:rsidRPr="009C54AE" w:rsidR="00617332" w:rsidP="009C54AE" w:rsidRDefault="00993363" w14:paraId="1897A7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617332" w:rsidTr="01C8CD18" w14:paraId="1AF531E9" w14:textId="77777777">
        <w:tc>
          <w:tcPr>
            <w:tcW w:w="1962" w:type="dxa"/>
            <w:tcMar/>
          </w:tcPr>
          <w:p w:rsidRPr="009C54AE" w:rsidR="00617332" w:rsidP="009C54AE" w:rsidRDefault="0088227E" w14:paraId="7895E3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  <w:tcMar/>
          </w:tcPr>
          <w:p w:rsidRPr="009C54AE" w:rsidR="00617332" w:rsidP="00993363" w:rsidRDefault="00993363" w14:paraId="295249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Mar/>
          </w:tcPr>
          <w:p w:rsidRPr="009C54AE" w:rsidR="00617332" w:rsidP="009C54AE" w:rsidRDefault="00993363" w14:paraId="54CB6B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Pr="009C54AE" w:rsidR="00923D7D" w:rsidP="009C54AE" w:rsidRDefault="00923D7D" w14:paraId="4B88757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D0F041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41CA02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74007AF" w14:paraId="17794397" w14:textId="77777777">
        <w:tc>
          <w:tcPr>
            <w:tcW w:w="9670" w:type="dxa"/>
            <w:tcMar/>
          </w:tcPr>
          <w:p w:rsidR="0705DAFC" w:rsidP="78B51A6F" w:rsidRDefault="0705DAFC" w14:paraId="33CFEB3E" w14:textId="172F5EEB">
            <w:pPr>
              <w:jc w:val="both"/>
            </w:pPr>
            <w:r w:rsidRPr="78B51A6F" w:rsidR="0705DAFC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="0705DAFC" w:rsidP="78B51A6F" w:rsidRDefault="0705DAFC" w14:paraId="751B55B7" w14:textId="661C341C">
            <w:pPr>
              <w:jc w:val="both"/>
            </w:pPr>
            <w:r w:rsidRPr="78B51A6F" w:rsidR="0705DAF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78B51A6F" w:rsidR="0705DAFC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78B51A6F" w:rsidR="0705DAF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78B51A6F" w:rsidR="0705DAFC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705DAFC" w:rsidP="78B51A6F" w:rsidRDefault="0705DAFC" w14:paraId="4F80454A" w14:textId="5121F685">
            <w:pPr>
              <w:jc w:val="both"/>
            </w:pPr>
            <w:r w:rsidRPr="78B51A6F" w:rsidR="0705DAF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78B51A6F" w:rsidR="0705DAFC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705DAFC" w:rsidP="78B51A6F" w:rsidRDefault="0705DAFC" w14:paraId="5DD9FDBD" w14:textId="278FCFBE">
            <w:pPr>
              <w:jc w:val="both"/>
            </w:pPr>
            <w:r w:rsidRPr="78B51A6F" w:rsidR="0705DAF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78B51A6F" w:rsidR="0705DAFC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705DAFC" w:rsidRDefault="0705DAFC" w14:paraId="6B49C979" w14:textId="289EEB26">
            <w:r w:rsidRPr="78B51A6F" w:rsidR="0705DAF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0705DAFC" w:rsidRDefault="0705DAFC" w14:paraId="3D30003B" w14:textId="1BA86E7D">
            <w:r w:rsidRPr="78B51A6F" w:rsidR="0705DAF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0705DAFC" w:rsidRDefault="0705DAFC" w14:paraId="0B4CD2EB" w14:textId="25708C59">
            <w:r w:rsidRPr="78B51A6F" w:rsidR="0705DAF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0705DAFC" w:rsidRDefault="0705DAFC" w14:paraId="4FAB79D0" w14:textId="1666E552">
            <w:r w:rsidRPr="78B51A6F" w:rsidR="0705DAF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0705DAFC" w:rsidRDefault="0705DAFC" w14:paraId="0AD1FF61" w14:textId="25E2193A">
            <w:r w:rsidRPr="78B51A6F" w:rsidR="0705DAF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0705DAFC" w:rsidRDefault="0705DAFC" w14:paraId="2500A099" w14:textId="13EA0DDC">
            <w:r w:rsidRPr="78B51A6F" w:rsidR="0705DAF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="0705DAFC" w:rsidP="78B51A6F" w:rsidRDefault="0705DAFC" w14:paraId="29718987" w14:textId="217729C6">
            <w:pPr>
              <w:jc w:val="both"/>
            </w:pPr>
            <w:r w:rsidRPr="174007AF" w:rsidR="3028C283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="0705DAFC" w:rsidP="78B51A6F" w:rsidRDefault="0705DAFC" w14:paraId="1D058291" w14:textId="22FDF4E0">
            <w:pPr>
              <w:jc w:val="both"/>
            </w:pPr>
            <w:r w:rsidRPr="78B51A6F" w:rsidR="0705DAFC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78B51A6F" w:rsidR="0705DAFC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0705DAFC" w:rsidP="78B51A6F" w:rsidRDefault="0705DAFC" w14:paraId="5816783E" w14:textId="7CCFE8F9">
            <w:pPr>
              <w:jc w:val="both"/>
            </w:pPr>
            <w:r w:rsidRPr="78B51A6F" w:rsidR="0705DAFC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78B51A6F" w:rsidR="0705DAFC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0705DAFC" w:rsidRDefault="0705DAFC" w14:paraId="7918F152" w14:textId="2E8C286D">
            <w:r w:rsidRPr="78B51A6F" w:rsidR="0705DAFC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="0705DAFC" w:rsidRDefault="0705DAFC" w14:paraId="3EDCF46F" w14:textId="5739EB2A">
            <w:r w:rsidRPr="78B51A6F" w:rsidR="0705DAFC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="0705DAFC" w:rsidRDefault="0705DAFC" w14:paraId="450DC2EC" w14:textId="0255A603">
            <w:r w:rsidRPr="78B51A6F" w:rsidR="0705DAFC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="0705DAFC" w:rsidRDefault="0705DAFC" w14:paraId="6E4216E6" w14:textId="3A11CEB4">
            <w:r w:rsidRPr="78B51A6F" w:rsidR="0705DAFC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="0705DAFC" w:rsidRDefault="0705DAFC" w14:paraId="1D8DA98A" w14:textId="54D5C757">
            <w:r w:rsidRPr="78B51A6F" w:rsidR="0705DAFC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="0705DAFC" w:rsidRDefault="0705DAFC" w14:paraId="7ADA4B89" w14:textId="0D31AF8C">
            <w:r w:rsidRPr="78B51A6F" w:rsidR="0705DAFC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85747A" w:rsidP="174007AF" w:rsidRDefault="0085747A" w14:paraId="2E83F5CB" w14:textId="0634381F">
            <w:pPr>
              <w:spacing w:before="0" w:after="0"/>
            </w:pPr>
            <w:proofErr w:type="spellStart"/>
            <w:r w:rsidRPr="174007AF" w:rsidR="3028C28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174007AF" w:rsidR="3028C28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</w:t>
            </w:r>
          </w:p>
        </w:tc>
      </w:tr>
    </w:tbl>
    <w:p w:rsidRPr="009C54AE" w:rsidR="0085747A" w:rsidP="009C54AE" w:rsidRDefault="0085747A" w14:paraId="2222BF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A132B0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C6644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8B4C6B6" w14:textId="77777777">
        <w:tc>
          <w:tcPr>
            <w:tcW w:w="4962" w:type="dxa"/>
            <w:vAlign w:val="center"/>
          </w:tcPr>
          <w:p w:rsidRPr="009C54AE" w:rsidR="0085747A" w:rsidP="009C54AE" w:rsidRDefault="00C61DC5" w14:paraId="3A5BA26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872019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AD8E8E6" w14:textId="77777777">
        <w:tc>
          <w:tcPr>
            <w:tcW w:w="4962" w:type="dxa"/>
          </w:tcPr>
          <w:p w:rsidRPr="009C54AE" w:rsidR="0085747A" w:rsidP="009C54AE" w:rsidRDefault="00C61DC5" w14:paraId="4A383C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993363" w14:paraId="6A80D0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5EDBFF99" w14:textId="77777777">
        <w:tc>
          <w:tcPr>
            <w:tcW w:w="4962" w:type="dxa"/>
          </w:tcPr>
          <w:p w:rsidRPr="009C54AE" w:rsidR="00C61DC5" w:rsidP="009C54AE" w:rsidRDefault="00C61DC5" w14:paraId="1E6BB8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58314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993363" w14:paraId="30B305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Pr="009C54AE" w:rsidR="00C61DC5" w:rsidTr="00923D7D" w14:paraId="1EC9A052" w14:textId="77777777">
        <w:tc>
          <w:tcPr>
            <w:tcW w:w="4962" w:type="dxa"/>
          </w:tcPr>
          <w:p w:rsidRPr="009C54AE" w:rsidR="0071620A" w:rsidP="009C54AE" w:rsidRDefault="00C61DC5" w14:paraId="38E96A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DAD22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993363" w14:paraId="261215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2C706D42" w14:textId="77777777">
        <w:tc>
          <w:tcPr>
            <w:tcW w:w="4962" w:type="dxa"/>
          </w:tcPr>
          <w:p w:rsidRPr="009C54AE" w:rsidR="0085747A" w:rsidP="009C54AE" w:rsidRDefault="0085747A" w14:paraId="38182A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993363" w14:paraId="123593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6A7ED0FC" w14:textId="77777777">
        <w:tc>
          <w:tcPr>
            <w:tcW w:w="4962" w:type="dxa"/>
          </w:tcPr>
          <w:p w:rsidRPr="009C54AE" w:rsidR="0085747A" w:rsidP="009C54AE" w:rsidRDefault="0085747A" w14:paraId="701C430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993363" w14:paraId="074483B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E243FE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FB400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78B719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B91D89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174007AF" w14:paraId="3BB60CC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52FFD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174007AF" w:rsidRDefault="0085747A" w14:paraId="2D233BB3" w14:textId="2E0868E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74007AF" w:rsidR="40629B8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174007AF" w14:paraId="0F903E2F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2161F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174007AF" w:rsidRDefault="0085747A" w14:paraId="35BC3028" w14:textId="0B1AC68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74007AF" w:rsidR="66827E00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2BAE47C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804415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64B41E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EF6588" w:rsidTr="174007AF" w14:paraId="1E5397FE" w14:textId="77777777">
        <w:trPr>
          <w:trHeight w:val="397"/>
        </w:trPr>
        <w:tc>
          <w:tcPr>
            <w:tcW w:w="7513" w:type="dxa"/>
            <w:tcMar/>
          </w:tcPr>
          <w:p w:rsidRPr="00C51DDA" w:rsidR="00EF6588" w:rsidP="174007AF" w:rsidRDefault="00EF6588" w14:paraId="002B3314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174007AF" w:rsidR="29A0C0A0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174007AF" w:rsidP="174007AF" w:rsidRDefault="174007AF" w14:paraId="6DCE831A" w14:textId="3849EA4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C51DDA" w:rsidR="00EF6588" w:rsidP="00EF6588" w:rsidRDefault="00EF6588" w14:paraId="14532DAE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C51DDA">
              <w:rPr>
                <w:rFonts w:ascii="Corbel" w:hAnsi="Corbel"/>
              </w:rPr>
              <w:t>Olech A. (red.) Partycypacja publiczna. O uczestnictwie obywateli w życiu wspólnoty lokalnej, Warszawa 2011,</w:t>
            </w:r>
          </w:p>
          <w:p w:rsidRPr="00C51DDA" w:rsidR="00EF6588" w:rsidP="00EF6588" w:rsidRDefault="00EF6588" w14:paraId="560C3484" w14:textId="1CAB9BB4">
            <w:pPr>
              <w:pStyle w:val="Bezodstpw"/>
              <w:jc w:val="both"/>
              <w:rPr>
                <w:rFonts w:ascii="Corbel" w:hAnsi="Corbel"/>
              </w:rPr>
            </w:pPr>
            <w:r w:rsidRPr="174007AF" w:rsidR="29A0C0A0">
              <w:rPr>
                <w:rFonts w:ascii="Corbel" w:hAnsi="Corbel"/>
              </w:rPr>
              <w:t xml:space="preserve">K. Ostaszewski, Partycypacja społeczna w procesie podejmowania rozstrzygnięć </w:t>
            </w:r>
            <w:r w:rsidRPr="174007AF" w:rsidR="29A0C0A0">
              <w:rPr>
                <w:rFonts w:ascii="Corbel" w:hAnsi="Corbel"/>
              </w:rPr>
              <w:t>w administracji publicznej, Lublin 2013,</w:t>
            </w:r>
          </w:p>
          <w:p w:rsidRPr="00C51DDA" w:rsidR="00EF6588" w:rsidP="00EF6588" w:rsidRDefault="00EF6588" w14:paraId="2D479F07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C51DDA">
              <w:rPr>
                <w:rFonts w:ascii="Corbel" w:hAnsi="Corbel"/>
              </w:rPr>
              <w:t xml:space="preserve">A. Przybylska, A. </w:t>
            </w:r>
            <w:proofErr w:type="spellStart"/>
            <w:r w:rsidRPr="00C51DDA">
              <w:rPr>
                <w:rFonts w:ascii="Corbel" w:hAnsi="Corbel"/>
              </w:rPr>
              <w:t>Giża</w:t>
            </w:r>
            <w:proofErr w:type="spellEnd"/>
            <w:r w:rsidRPr="00C51DDA">
              <w:rPr>
                <w:rFonts w:ascii="Corbel" w:hAnsi="Corbel"/>
              </w:rPr>
              <w:t>, Partycypacja obywatelska. Od teorii do praktyki społecznej, Warszawa 2014,</w:t>
            </w:r>
          </w:p>
          <w:p w:rsidRPr="00C51DDA" w:rsidR="00EF6588" w:rsidP="00EF6588" w:rsidRDefault="00EF6588" w14:paraId="2FAC8AE3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C51DDA">
              <w:rPr>
                <w:rFonts w:ascii="Corbel" w:hAnsi="Corbel"/>
              </w:rPr>
              <w:t xml:space="preserve">M. </w:t>
            </w:r>
            <w:proofErr w:type="spellStart"/>
            <w:r w:rsidRPr="00C51DDA">
              <w:rPr>
                <w:rFonts w:ascii="Corbel" w:hAnsi="Corbel"/>
              </w:rPr>
              <w:t>Gurdek</w:t>
            </w:r>
            <w:proofErr w:type="spellEnd"/>
            <w:r w:rsidRPr="00C51DDA">
              <w:rPr>
                <w:rFonts w:ascii="Corbel" w:hAnsi="Corbel"/>
              </w:rPr>
              <w:t xml:space="preserve"> (red.), Partycypacja społeczna we współczesnym samorządzie terytorialnym, Sosnowiec 2016.</w:t>
            </w:r>
          </w:p>
          <w:p w:rsidRPr="00A1077A" w:rsidR="00EF6588" w:rsidP="00B87877" w:rsidRDefault="00A1077A" w14:paraId="0958FAEA" w14:textId="77777777">
            <w:pPr>
              <w:pStyle w:val="Bezodstpw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M. Augustyniak, P</w:t>
            </w:r>
            <w:r w:rsidRPr="00A1077A">
              <w:rPr>
                <w:rFonts w:ascii="Corbel" w:hAnsi="Corbel"/>
              </w:rPr>
              <w:t xml:space="preserve">artycypacja </w:t>
            </w:r>
            <w:r>
              <w:rPr>
                <w:rFonts w:ascii="Corbel" w:hAnsi="Corbel"/>
              </w:rPr>
              <w:t>społeczna w samorządzie terytorialnym, Wolters Kluwer 2016,</w:t>
            </w:r>
          </w:p>
          <w:p w:rsidRPr="00C51DDA" w:rsidR="00A1077A" w:rsidP="174007AF" w:rsidRDefault="00A1077A" w14:paraId="359E8B52" w14:textId="0C8E429D">
            <w:pPr>
              <w:pStyle w:val="Bezodstpw"/>
              <w:jc w:val="both"/>
              <w:rPr>
                <w:rFonts w:ascii="Corbel" w:hAnsi="Corbel"/>
                <w:b w:val="1"/>
                <w:bCs w:val="1"/>
                <w:smallCaps w:val="1"/>
              </w:rPr>
            </w:pPr>
            <w:r w:rsidRPr="174007AF" w:rsidR="163EC7F8">
              <w:rPr>
                <w:rFonts w:ascii="Corbel" w:hAnsi="Corbel"/>
              </w:rPr>
              <w:t xml:space="preserve">M. Kusiak-Winter, Partycypacja społeczna w prawie </w:t>
            </w:r>
            <w:r w:rsidRPr="174007AF" w:rsidR="163EC7F8">
              <w:rPr>
                <w:rFonts w:ascii="Corbel" w:hAnsi="Corbel"/>
              </w:rPr>
              <w:t>administracyjnym</w:t>
            </w:r>
            <w:r w:rsidRPr="174007AF" w:rsidR="09AFB927">
              <w:rPr>
                <w:rFonts w:ascii="Corbel" w:hAnsi="Corbel"/>
              </w:rPr>
              <w:t xml:space="preserve"> </w:t>
            </w:r>
            <w:r w:rsidRPr="174007AF" w:rsidR="163EC7F8">
              <w:rPr>
                <w:rFonts w:ascii="Corbel" w:hAnsi="Corbel"/>
              </w:rPr>
              <w:t>-</w:t>
            </w:r>
            <w:r w:rsidRPr="174007AF" w:rsidR="09AFB927">
              <w:rPr>
                <w:rFonts w:ascii="Corbel" w:hAnsi="Corbel"/>
              </w:rPr>
              <w:t xml:space="preserve"> </w:t>
            </w:r>
            <w:r w:rsidRPr="174007AF" w:rsidR="163EC7F8">
              <w:rPr>
                <w:rFonts w:ascii="Corbel" w:hAnsi="Corbel"/>
              </w:rPr>
              <w:t>wybrane</w:t>
            </w:r>
            <w:r w:rsidRPr="174007AF" w:rsidR="163EC7F8">
              <w:rPr>
                <w:rFonts w:ascii="Corbel" w:hAnsi="Corbel"/>
              </w:rPr>
              <w:t xml:space="preserve"> zagadnienia na tle </w:t>
            </w:r>
            <w:proofErr w:type="spellStart"/>
            <w:r w:rsidRPr="174007AF" w:rsidR="163EC7F8">
              <w:rPr>
                <w:rFonts w:ascii="Corbel" w:hAnsi="Corbel"/>
              </w:rPr>
              <w:t>ustawodastwa</w:t>
            </w:r>
            <w:proofErr w:type="spellEnd"/>
            <w:r w:rsidRPr="174007AF" w:rsidR="163EC7F8">
              <w:rPr>
                <w:rFonts w:ascii="Corbel" w:hAnsi="Corbel"/>
              </w:rPr>
              <w:t xml:space="preserve"> </w:t>
            </w:r>
            <w:r w:rsidRPr="174007AF" w:rsidR="163EC7F8">
              <w:rPr>
                <w:rFonts w:ascii="Corbel" w:hAnsi="Corbel"/>
              </w:rPr>
              <w:t>niemieckiego,</w:t>
            </w:r>
            <w:r w:rsidRPr="174007AF" w:rsidR="5EB82FBC">
              <w:rPr>
                <w:rFonts w:ascii="Corbel" w:hAnsi="Corbel"/>
              </w:rPr>
              <w:t xml:space="preserve"> </w:t>
            </w:r>
            <w:r w:rsidRPr="174007AF" w:rsidR="163EC7F8">
              <w:rPr>
                <w:rFonts w:ascii="Corbel" w:hAnsi="Corbel"/>
              </w:rPr>
              <w:t>Wrocław</w:t>
            </w:r>
            <w:r w:rsidRPr="174007AF" w:rsidR="163EC7F8">
              <w:rPr>
                <w:rFonts w:ascii="Corbel" w:hAnsi="Corbel"/>
              </w:rPr>
              <w:t xml:space="preserve"> 2016</w:t>
            </w:r>
          </w:p>
        </w:tc>
      </w:tr>
      <w:tr w:rsidRPr="009C54AE" w:rsidR="00EF6588" w:rsidTr="174007AF" w14:paraId="1CCA4889" w14:textId="77777777">
        <w:trPr>
          <w:trHeight w:val="397"/>
        </w:trPr>
        <w:tc>
          <w:tcPr>
            <w:tcW w:w="7513" w:type="dxa"/>
            <w:tcMar/>
          </w:tcPr>
          <w:p w:rsidRPr="00C51DDA" w:rsidR="00EF6588" w:rsidP="174007AF" w:rsidRDefault="00EF6588" w14:paraId="07FA9E87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174007AF" w:rsidR="29A0C0A0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174007AF" w:rsidP="174007AF" w:rsidRDefault="174007AF" w14:paraId="61592D4D" w14:textId="35B5E93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C51DDA" w:rsidR="00EF6588" w:rsidP="00EF6588" w:rsidRDefault="00EF6588" w14:paraId="34A05DD0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C51DDA">
              <w:rPr>
                <w:rFonts w:ascii="Corbel" w:hAnsi="Corbel"/>
              </w:rPr>
              <w:t xml:space="preserve">L. </w:t>
            </w:r>
            <w:proofErr w:type="spellStart"/>
            <w:r w:rsidRPr="00C51DDA">
              <w:rPr>
                <w:rFonts w:ascii="Corbel" w:hAnsi="Corbel"/>
              </w:rPr>
              <w:t>Habuda</w:t>
            </w:r>
            <w:proofErr w:type="spellEnd"/>
            <w:r w:rsidRPr="00C51DDA">
              <w:rPr>
                <w:rFonts w:ascii="Corbel" w:hAnsi="Corbel"/>
              </w:rPr>
              <w:t xml:space="preserve"> (red.), Proces decyzyjny w administracji publicznej, Wrocław 2000,</w:t>
            </w:r>
          </w:p>
          <w:p w:rsidRPr="00C51DDA" w:rsidR="00EF6588" w:rsidP="00EF6588" w:rsidRDefault="00EF6588" w14:paraId="073BB3F5" w14:textId="77777777">
            <w:pPr>
              <w:pStyle w:val="Bezodstpw"/>
              <w:jc w:val="both"/>
              <w:rPr>
                <w:rFonts w:ascii="Corbel" w:hAnsi="Corbel"/>
              </w:rPr>
            </w:pPr>
            <w:proofErr w:type="spellStart"/>
            <w:r w:rsidRPr="00C51DDA">
              <w:rPr>
                <w:rFonts w:ascii="Corbel" w:hAnsi="Corbel"/>
              </w:rPr>
              <w:t>A.Bosiacki</w:t>
            </w:r>
            <w:proofErr w:type="spellEnd"/>
            <w:r w:rsidRPr="00C51DDA">
              <w:rPr>
                <w:rFonts w:ascii="Corbel" w:hAnsi="Corbel"/>
              </w:rPr>
              <w:t xml:space="preserve">, H. Izdebski, A. </w:t>
            </w:r>
            <w:proofErr w:type="spellStart"/>
            <w:r w:rsidRPr="00C51DDA">
              <w:rPr>
                <w:rFonts w:ascii="Corbel" w:hAnsi="Corbel"/>
              </w:rPr>
              <w:t>Nielicki</w:t>
            </w:r>
            <w:proofErr w:type="spellEnd"/>
            <w:r w:rsidRPr="00C51DDA">
              <w:rPr>
                <w:rFonts w:ascii="Corbel" w:hAnsi="Corbel"/>
              </w:rPr>
              <w:t xml:space="preserve">, I. Zachariasz, Nowe zarządzanie publiczne i public </w:t>
            </w:r>
            <w:proofErr w:type="spellStart"/>
            <w:r w:rsidRPr="00C51DDA">
              <w:rPr>
                <w:rFonts w:ascii="Corbel" w:hAnsi="Corbel"/>
              </w:rPr>
              <w:t>governance</w:t>
            </w:r>
            <w:proofErr w:type="spellEnd"/>
            <w:r w:rsidRPr="00C51DDA">
              <w:rPr>
                <w:rFonts w:ascii="Corbel" w:hAnsi="Corbel"/>
              </w:rPr>
              <w:t xml:space="preserve"> w Polsce i w Europie, Warszawa 2010, </w:t>
            </w:r>
          </w:p>
          <w:p w:rsidRPr="00A1077A" w:rsidR="00A1077A" w:rsidP="00EF6588" w:rsidRDefault="00A1077A" w14:paraId="187364BF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A1077A">
              <w:rPr>
                <w:rFonts w:ascii="Corbel" w:hAnsi="Corbel"/>
              </w:rPr>
              <w:t xml:space="preserve">A. Barczewska-Dziobek, </w:t>
            </w:r>
            <w:proofErr w:type="spellStart"/>
            <w:r w:rsidRPr="00A1077A">
              <w:rPr>
                <w:rFonts w:ascii="Corbel" w:hAnsi="Corbel"/>
                <w:color w:val="000000"/>
                <w:shd w:val="clear" w:color="auto" w:fill="FFFFFF"/>
              </w:rPr>
              <w:t>Deliberatywne</w:t>
            </w:r>
            <w:proofErr w:type="spellEnd"/>
            <w:r w:rsidRPr="00A1077A">
              <w:rPr>
                <w:rFonts w:ascii="Corbel" w:hAnsi="Corbel"/>
                <w:color w:val="000000"/>
                <w:shd w:val="clear" w:color="auto" w:fill="FFFFFF"/>
              </w:rPr>
              <w:t xml:space="preserve"> metody podejmowania decyzji publicznych, [w:] Struktury administracji publicznej: </w:t>
            </w:r>
            <w:r w:rsidRPr="00A1077A">
              <w:rPr>
                <w:rStyle w:val="f975b"/>
                <w:rFonts w:ascii="Corbel" w:hAnsi="Corbel"/>
                <w:color w:val="000000"/>
                <w:shd w:val="clear" w:color="auto" w:fill="FFFFFF"/>
              </w:rPr>
              <w:t xml:space="preserve">metody, ogniwa, więzi. T. 1 (red.) </w:t>
            </w:r>
            <w:r w:rsidRPr="00A1077A">
              <w:rPr>
                <w:rFonts w:ascii="Corbel" w:hAnsi="Corbel"/>
              </w:rPr>
              <w:t xml:space="preserve">A. </w:t>
            </w:r>
            <w:proofErr w:type="spellStart"/>
            <w:r w:rsidRPr="00A1077A">
              <w:rPr>
                <w:rStyle w:val="f975c"/>
                <w:rFonts w:ascii="Corbel" w:hAnsi="Corbel"/>
                <w:color w:val="000000"/>
                <w:shd w:val="clear" w:color="auto" w:fill="FFFFFF"/>
              </w:rPr>
              <w:t>Mezglewski</w:t>
            </w:r>
            <w:proofErr w:type="spellEnd"/>
            <w:r w:rsidRPr="00A1077A">
              <w:rPr>
                <w:rStyle w:val="f975c"/>
                <w:rFonts w:ascii="Corbel" w:hAnsi="Corbel"/>
                <w:color w:val="000000"/>
                <w:shd w:val="clear" w:color="auto" w:fill="FFFFFF"/>
              </w:rPr>
              <w:t>, Rzeszów 2016,</w:t>
            </w:r>
          </w:p>
          <w:p w:rsidR="00B87877" w:rsidP="00EF6588" w:rsidRDefault="00EE14DA" w14:paraId="1DECA358" w14:textId="77777777">
            <w:pPr>
              <w:pStyle w:val="Bezodstpw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A. Barczewska-</w:t>
            </w:r>
            <w:r w:rsidRPr="00EE14DA">
              <w:rPr>
                <w:rFonts w:ascii="Corbel" w:hAnsi="Corbel"/>
              </w:rPr>
              <w:t xml:space="preserve">Dziobek, </w:t>
            </w:r>
            <w:r w:rsidRPr="00EE14DA">
              <w:rPr>
                <w:rFonts w:ascii="Corbel" w:hAnsi="Corbel"/>
                <w:color w:val="000000"/>
                <w:shd w:val="clear" w:color="auto" w:fill="FFFFFF"/>
              </w:rPr>
              <w:t xml:space="preserve">Organizacje pozarządowe jako podmioty partycypacji społecznej - zagadnienia wybrane, [w:] </w:t>
            </w:r>
            <w:r w:rsidRPr="00EE14DA" w:rsidR="00EF6588">
              <w:rPr>
                <w:rFonts w:ascii="Corbel" w:hAnsi="Corbel"/>
              </w:rPr>
              <w:t xml:space="preserve">Partycypacja społeczna w samorządzie terytorialnym, </w:t>
            </w:r>
            <w:r w:rsidRPr="00EE14DA">
              <w:rPr>
                <w:rFonts w:ascii="Corbel" w:hAnsi="Corbel"/>
                <w:color w:val="000000"/>
                <w:shd w:val="clear" w:color="auto" w:fill="FFFFFF"/>
              </w:rPr>
              <w:t xml:space="preserve">(red.) </w:t>
            </w:r>
            <w:r w:rsidRPr="00EE14DA">
              <w:rPr>
                <w:rFonts w:ascii="Corbel" w:hAnsi="Corbel"/>
              </w:rPr>
              <w:t xml:space="preserve">B. Dolnicki, </w:t>
            </w:r>
            <w:r w:rsidRPr="00EE14DA" w:rsidR="00EF6588">
              <w:rPr>
                <w:rFonts w:ascii="Corbel" w:hAnsi="Corbel"/>
              </w:rPr>
              <w:t>Warszawa</w:t>
            </w:r>
            <w:r w:rsidRPr="00C51DDA" w:rsidR="00EF6588">
              <w:rPr>
                <w:rFonts w:ascii="Corbel" w:hAnsi="Corbel"/>
              </w:rPr>
              <w:t xml:space="preserve"> 2014.</w:t>
            </w:r>
          </w:p>
          <w:p w:rsidRPr="00C51DDA" w:rsidR="00EF6588" w:rsidP="174007AF" w:rsidRDefault="00B87877" w14:paraId="1A43240A" w14:textId="79E7DCBE">
            <w:pPr>
              <w:pStyle w:val="Bezodstpw"/>
              <w:jc w:val="both"/>
              <w:rPr>
                <w:rFonts w:ascii="Corbel" w:hAnsi="Corbel"/>
                <w:b w:val="1"/>
                <w:bCs w:val="1"/>
                <w:smallCaps w:val="1"/>
              </w:rPr>
            </w:pPr>
            <w:proofErr w:type="spellStart"/>
            <w:r w:rsidRPr="174007AF" w:rsidR="29C99A19">
              <w:rPr>
                <w:rFonts w:ascii="Corbel" w:hAnsi="Corbel"/>
              </w:rPr>
              <w:t>A.Kamzol</w:t>
            </w:r>
            <w:proofErr w:type="spellEnd"/>
            <w:r w:rsidRPr="174007AF" w:rsidR="29C99A19">
              <w:rPr>
                <w:rFonts w:ascii="Corbel" w:hAnsi="Corbel"/>
              </w:rPr>
              <w:t xml:space="preserve">, K. </w:t>
            </w:r>
            <w:proofErr w:type="spellStart"/>
            <w:r w:rsidRPr="174007AF" w:rsidR="29C99A19">
              <w:rPr>
                <w:rFonts w:ascii="Corbel" w:hAnsi="Corbel"/>
              </w:rPr>
              <w:t>Wrembel</w:t>
            </w:r>
            <w:proofErr w:type="spellEnd"/>
            <w:r w:rsidRPr="174007AF" w:rsidR="29C99A19">
              <w:rPr>
                <w:rFonts w:ascii="Corbel" w:hAnsi="Corbel"/>
              </w:rPr>
              <w:t xml:space="preserve">, Partycypacja społeczna w praktyce- schemat postępowania na przykładzie Wrocławia i Międzyborza, </w:t>
            </w:r>
            <w:r w:rsidRPr="174007AF" w:rsidR="29C99A19">
              <w:rPr>
                <w:rFonts w:ascii="Corbel" w:hAnsi="Corbel"/>
              </w:rPr>
              <w:t>„Rozwój regionalny i polityka regionalna, 49/</w:t>
            </w:r>
            <w:r w:rsidRPr="174007AF" w:rsidR="29C99A19">
              <w:rPr>
                <w:rFonts w:ascii="Corbel" w:hAnsi="Corbel"/>
              </w:rPr>
              <w:t>2020.</w:t>
            </w:r>
          </w:p>
        </w:tc>
      </w:tr>
    </w:tbl>
    <w:p w:rsidRPr="009C54AE" w:rsidR="0085747A" w:rsidP="009C54AE" w:rsidRDefault="0085747A" w14:paraId="174D6C6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043E9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86C730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3C58" w:rsidP="00C16ABF" w:rsidRDefault="00F23C58" w14:paraId="4CBA6C1D" w14:textId="77777777">
      <w:pPr>
        <w:spacing w:after="0" w:line="240" w:lineRule="auto"/>
      </w:pPr>
      <w:r>
        <w:separator/>
      </w:r>
    </w:p>
  </w:endnote>
  <w:endnote w:type="continuationSeparator" w:id="0">
    <w:p w:rsidR="00F23C58" w:rsidP="00C16ABF" w:rsidRDefault="00F23C58" w14:paraId="70FB34E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3C58" w:rsidP="00C16ABF" w:rsidRDefault="00F23C58" w14:paraId="29709603" w14:textId="77777777">
      <w:pPr>
        <w:spacing w:after="0" w:line="240" w:lineRule="auto"/>
      </w:pPr>
      <w:r>
        <w:separator/>
      </w:r>
    </w:p>
  </w:footnote>
  <w:footnote w:type="continuationSeparator" w:id="0">
    <w:p w:rsidR="00F23C58" w:rsidP="00C16ABF" w:rsidRDefault="00F23C58" w14:paraId="7A17C22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2ECFE8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D65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6A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3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914"/>
    <w:rsid w:val="003343CF"/>
    <w:rsid w:val="00346FE9"/>
    <w:rsid w:val="0034759A"/>
    <w:rsid w:val="003503F6"/>
    <w:rsid w:val="003530DD"/>
    <w:rsid w:val="00363F78"/>
    <w:rsid w:val="003A0A5B"/>
    <w:rsid w:val="003A1176"/>
    <w:rsid w:val="003B485A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D7A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709F7"/>
    <w:rsid w:val="0059484D"/>
    <w:rsid w:val="005A0855"/>
    <w:rsid w:val="005A133C"/>
    <w:rsid w:val="005A3196"/>
    <w:rsid w:val="005C080F"/>
    <w:rsid w:val="005C55E5"/>
    <w:rsid w:val="005C696A"/>
    <w:rsid w:val="005D25CD"/>
    <w:rsid w:val="005E6E85"/>
    <w:rsid w:val="005F31D2"/>
    <w:rsid w:val="0061029B"/>
    <w:rsid w:val="00617230"/>
    <w:rsid w:val="00617332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27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36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77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877"/>
    <w:rsid w:val="00B90885"/>
    <w:rsid w:val="00BB520A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51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626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D9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372F"/>
    <w:rsid w:val="00EA4832"/>
    <w:rsid w:val="00EA4E9D"/>
    <w:rsid w:val="00EC4899"/>
    <w:rsid w:val="00ED03AB"/>
    <w:rsid w:val="00ED32D2"/>
    <w:rsid w:val="00EE14DA"/>
    <w:rsid w:val="00EE32DE"/>
    <w:rsid w:val="00EE5457"/>
    <w:rsid w:val="00EF6588"/>
    <w:rsid w:val="00F070AB"/>
    <w:rsid w:val="00F17567"/>
    <w:rsid w:val="00F23C5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C8CD18"/>
    <w:rsid w:val="03E59040"/>
    <w:rsid w:val="053D8EA7"/>
    <w:rsid w:val="0581DF76"/>
    <w:rsid w:val="0705DAFC"/>
    <w:rsid w:val="09AFB927"/>
    <w:rsid w:val="0E21A9B3"/>
    <w:rsid w:val="11DEDF70"/>
    <w:rsid w:val="12013AC0"/>
    <w:rsid w:val="163EC7F8"/>
    <w:rsid w:val="174007AF"/>
    <w:rsid w:val="1F4C1A99"/>
    <w:rsid w:val="22B0396D"/>
    <w:rsid w:val="29A0C0A0"/>
    <w:rsid w:val="29AB1249"/>
    <w:rsid w:val="29C99A19"/>
    <w:rsid w:val="3028C283"/>
    <w:rsid w:val="381C93BD"/>
    <w:rsid w:val="40629B89"/>
    <w:rsid w:val="45221B1E"/>
    <w:rsid w:val="4EDD5828"/>
    <w:rsid w:val="5029E165"/>
    <w:rsid w:val="575F2E7D"/>
    <w:rsid w:val="5EB82FBC"/>
    <w:rsid w:val="5F768301"/>
    <w:rsid w:val="61EE59E7"/>
    <w:rsid w:val="64F3A0F3"/>
    <w:rsid w:val="66827E00"/>
    <w:rsid w:val="78B51A6F"/>
    <w:rsid w:val="7EB69081"/>
    <w:rsid w:val="7F39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B6DC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f975a" w:customStyle="1">
    <w:name w:val="f_975a"/>
    <w:basedOn w:val="Domylnaczcionkaakapitu"/>
    <w:rsid w:val="00A1077A"/>
  </w:style>
  <w:style w:type="character" w:styleId="f975b" w:customStyle="1">
    <w:name w:val="f_975b"/>
    <w:basedOn w:val="Domylnaczcionkaakapitu"/>
    <w:rsid w:val="00A1077A"/>
  </w:style>
  <w:style w:type="character" w:styleId="f975c" w:customStyle="1">
    <w:name w:val="f_975c"/>
    <w:basedOn w:val="Domylnaczcionkaakapitu"/>
    <w:rsid w:val="00A10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F73B6-EB39-444C-8A5D-146664DD47A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15</revision>
  <lastPrinted>2019-02-06T12:12:00.0000000Z</lastPrinted>
  <dcterms:created xsi:type="dcterms:W3CDTF">2021-12-08T17:16:00.0000000Z</dcterms:created>
  <dcterms:modified xsi:type="dcterms:W3CDTF">2022-01-24T10:30:50.6697579Z</dcterms:modified>
</coreProperties>
</file>